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205AE85E"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9B5DD8">
        <w:rPr>
          <w:b/>
          <w:lang w:val="en-GB"/>
        </w:rPr>
        <w:t xml:space="preserve"> </w:t>
      </w:r>
      <w:r w:rsidR="009B5DD8">
        <w:rPr>
          <w:rStyle w:val="Strong"/>
          <w:rFonts w:asciiTheme="minorHAnsi" w:hAnsiTheme="minorHAnsi" w:cstheme="minorHAnsi"/>
          <w:lang w:val="en-GB"/>
        </w:rPr>
        <w:t>23-W005-25</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499BB" w14:textId="77777777" w:rsidR="00346247" w:rsidRDefault="00346247">
      <w:r>
        <w:separator/>
      </w:r>
    </w:p>
  </w:endnote>
  <w:endnote w:type="continuationSeparator" w:id="0">
    <w:p w14:paraId="4F56F67F" w14:textId="77777777" w:rsidR="00346247" w:rsidRDefault="00346247">
      <w:r>
        <w:continuationSeparator/>
      </w:r>
    </w:p>
  </w:endnote>
  <w:endnote w:type="continuationNotice" w:id="1">
    <w:p w14:paraId="39A21089" w14:textId="77777777" w:rsidR="00346247" w:rsidRDefault="00346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2EEA8EE" w:rsidR="00133D55" w:rsidRDefault="00133D55" w:rsidP="004878F3">
    <w:pPr>
      <w:pStyle w:val="Footer"/>
    </w:pPr>
    <w:r>
      <w:fldChar w:fldCharType="begin"/>
    </w:r>
    <w:r>
      <w:instrText xml:space="preserve"> DATE \@ "yyyy-MM-dd" </w:instrText>
    </w:r>
    <w:r>
      <w:fldChar w:fldCharType="separate"/>
    </w:r>
    <w:r w:rsidR="009B5DD8">
      <w:rPr>
        <w:noProof/>
      </w:rPr>
      <w:t>2025-03-05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6BC55" w14:textId="77777777" w:rsidR="00346247" w:rsidRDefault="00346247">
      <w:r>
        <w:separator/>
      </w:r>
    </w:p>
  </w:footnote>
  <w:footnote w:type="continuationSeparator" w:id="0">
    <w:p w14:paraId="65627102" w14:textId="77777777" w:rsidR="00346247" w:rsidRDefault="00346247">
      <w:r>
        <w:continuationSeparator/>
      </w:r>
    </w:p>
  </w:footnote>
  <w:footnote w:type="continuationNotice" w:id="1">
    <w:p w14:paraId="7B479C32" w14:textId="77777777" w:rsidR="00346247" w:rsidRDefault="00346247"/>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6247"/>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1DE"/>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21B1"/>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5DD8"/>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4</Pages>
  <Words>1239</Words>
  <Characters>7064</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2020-07-06T13:14:00Z</dcterms:created>
  <dcterms:modified xsi:type="dcterms:W3CDTF">2025-03-05T04:52:00Z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